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0778A06E" w14:textId="77777777" w:rsidR="00640809" w:rsidRDefault="00F422D3" w:rsidP="004B5C9B">
      <w:pPr>
        <w:pStyle w:val="Titul2"/>
        <w:jc w:val="both"/>
      </w:pPr>
      <w:r>
        <w:t xml:space="preserve">Název zakázky: </w:t>
      </w:r>
    </w:p>
    <w:p w14:paraId="4358A93D" w14:textId="7CF88DA0" w:rsidR="00F422D3" w:rsidRDefault="00F422D3" w:rsidP="004B5C9B">
      <w:pPr>
        <w:pStyle w:val="Titul2"/>
        <w:jc w:val="both"/>
      </w:pPr>
      <w:r>
        <w:t>„</w:t>
      </w:r>
      <w:r w:rsidR="00E27D66">
        <w:rPr>
          <w:noProof/>
        </w:rPr>
        <w:t>Dodávka motorové brusky na kolejnice</w:t>
      </w:r>
      <w:r w:rsidR="005A1BE5">
        <w:rPr>
          <w:noProof/>
        </w:rPr>
        <w:t xml:space="preserve"> pro ST PCE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9805B2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75A8D583" w:rsidR="002A398D" w:rsidRDefault="00640809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Jan Frnka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 w:cs="Arial"/>
          <w:snapToGrid w:val="0"/>
          <w:lang w:eastAsia="cs-CZ"/>
        </w:rPr>
        <w:t>702 021 554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 w:rsidRPr="009805B2">
        <w:rPr>
          <w:rFonts w:eastAsia="Times New Roman" w:cs="Arial"/>
          <w:snapToGrid w:val="0"/>
          <w:lang w:eastAsia="cs-CZ"/>
        </w:rPr>
        <w:t>Frnka@spravazeleznic.cz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56750CDB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125EC0">
        <w:t>64023061</w:t>
      </w:r>
    </w:p>
    <w:p w14:paraId="24DA3A22" w14:textId="0EA393B9" w:rsidR="00AF30A6" w:rsidRPr="002A398D" w:rsidRDefault="00AF30A6" w:rsidP="00AF30A6">
      <w:pPr>
        <w:pStyle w:val="Textbezodsazen"/>
        <w:spacing w:after="0"/>
        <w:ind w:firstLine="630"/>
      </w:pPr>
      <w:r>
        <w:t xml:space="preserve">ISPROFOND: </w:t>
      </w:r>
      <w:r w:rsidR="00E27D66">
        <w:t>5003540011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7EDA8090" w:rsidR="00067B13" w:rsidRPr="00067B13" w:rsidRDefault="00067B13" w:rsidP="00125EC0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E27D66" w:rsidRPr="00E27D66">
        <w:rPr>
          <w:noProof/>
        </w:rPr>
        <w:t>Dodávka motorové brusky na kolejnice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125EC0" w:rsidRPr="00125EC0">
        <w:t>20350/2023-SŽ-OŘ HKR-NPI</w:t>
      </w:r>
      <w:bookmarkStart w:id="2" w:name="_GoBack"/>
      <w:bookmarkEnd w:id="2"/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</w:t>
      </w:r>
      <w:r w:rsidR="00E27D66">
        <w:t>d</w:t>
      </w:r>
      <w:r w:rsidR="00E27D66" w:rsidRPr="00E27D66">
        <w:rPr>
          <w:noProof/>
        </w:rPr>
        <w:t>odávka motorové brusky na kolejnice</w:t>
      </w:r>
      <w:r w:rsidRPr="00067B13">
        <w:t xml:space="preserve"> uveden</w:t>
      </w:r>
      <w:r w:rsidR="00B902CC">
        <w:t>é</w:t>
      </w:r>
      <w:r w:rsidRPr="00067B13">
        <w:t xml:space="preserve">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7112420" w14:textId="7737E0D8" w:rsidR="00B902CC" w:rsidRPr="00E907D1" w:rsidRDefault="007972AC" w:rsidP="00E907D1">
      <w:pPr>
        <w:pStyle w:val="Text1-1"/>
        <w:rPr>
          <w:szCs w:val="22"/>
        </w:rPr>
      </w:pPr>
      <w:r w:rsidRPr="007874A1">
        <w:rPr>
          <w:szCs w:val="22"/>
        </w:rPr>
        <w:t xml:space="preserve">Kupní cena předmětu koupě specifikovaného v čl. 1. této </w:t>
      </w:r>
      <w:r w:rsidR="009910DA" w:rsidRPr="007874A1">
        <w:rPr>
          <w:szCs w:val="22"/>
        </w:rPr>
        <w:t>S</w:t>
      </w:r>
      <w:r w:rsidR="00022D32" w:rsidRPr="00047857">
        <w:rPr>
          <w:szCs w:val="22"/>
        </w:rPr>
        <w:t>mlouvy byla stanovena na </w:t>
      </w:r>
      <w:r w:rsidRPr="00E907D1">
        <w:rPr>
          <w:szCs w:val="22"/>
        </w:rPr>
        <w:t>základě zadávacího řízení, je sjednána jako maximální a činí celkem</w:t>
      </w:r>
      <w:r w:rsidR="00B902CC" w:rsidRPr="00E907D1">
        <w:rPr>
          <w:szCs w:val="22"/>
        </w:rPr>
        <w:t>:</w:t>
      </w:r>
      <w:r w:rsidRPr="00E907D1">
        <w:rPr>
          <w:szCs w:val="22"/>
        </w:rPr>
        <w:t xml:space="preserve"> </w:t>
      </w:r>
    </w:p>
    <w:p w14:paraId="49EF1C1C" w14:textId="65DC4B17" w:rsidR="00B902CC" w:rsidRDefault="00B902CC" w:rsidP="00B902CC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75162AF8" w14:textId="77777777" w:rsidR="00B902CC" w:rsidRDefault="00B902CC" w:rsidP="00B902CC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29DCB4EF" w:rsidR="006C76CE" w:rsidRPr="007972AC" w:rsidRDefault="00B902CC" w:rsidP="00FE6B5B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6CC62402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="00640809" w:rsidRPr="00640809">
        <w:t>6</w:t>
      </w:r>
      <w:r w:rsidRPr="00640809">
        <w:t>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336101B1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</w:t>
      </w:r>
      <w:r w:rsidR="00640809">
        <w:rPr>
          <w:rFonts w:eastAsia="Times New Roman" w:cs="Arial"/>
          <w:lang w:eastAsia="cs-CZ"/>
        </w:rPr>
        <w:t>címu do místa plnění, kterým je:</w:t>
      </w:r>
    </w:p>
    <w:p w14:paraId="2C0096AB" w14:textId="1600E908" w:rsidR="00640809" w:rsidRDefault="00731D97" w:rsidP="00640809">
      <w:pPr>
        <w:tabs>
          <w:tab w:val="left" w:pos="709"/>
        </w:tabs>
        <w:spacing w:after="0"/>
        <w:ind w:left="709"/>
        <w:jc w:val="both"/>
      </w:pPr>
      <w:r>
        <w:t xml:space="preserve">ST Pardubice – </w:t>
      </w:r>
      <w:r w:rsidR="00E27D66">
        <w:t xml:space="preserve">TO Ústí n. Orlicí </w:t>
      </w:r>
    </w:p>
    <w:p w14:paraId="107ECDF1" w14:textId="2B22D05E" w:rsidR="00E27D66" w:rsidRDefault="00E27D66" w:rsidP="00E27D66">
      <w:pPr>
        <w:tabs>
          <w:tab w:val="left" w:pos="3261"/>
        </w:tabs>
        <w:spacing w:after="0"/>
        <w:ind w:firstLine="426"/>
        <w:jc w:val="both"/>
      </w:pPr>
      <w:r>
        <w:t xml:space="preserve">     Nádražní 690, 562 01 Ústí n. Orlicí</w:t>
      </w:r>
    </w:p>
    <w:p w14:paraId="794FCC58" w14:textId="5C1A6826" w:rsidR="00640809" w:rsidRDefault="00640809" w:rsidP="00640809">
      <w:pPr>
        <w:tabs>
          <w:tab w:val="left" w:pos="709"/>
        </w:tabs>
        <w:spacing w:after="120"/>
        <w:jc w:val="both"/>
      </w:pPr>
      <w:r>
        <w:tab/>
      </w:r>
      <w:r w:rsidR="00E27D66">
        <w:t>(</w:t>
      </w:r>
      <w:r w:rsidR="00E27D66" w:rsidRPr="002968F5">
        <w:t>49°58'17.932"N, 16°22'46.595"E</w:t>
      </w:r>
      <w:r w:rsidR="00E27D66">
        <w:t>)</w:t>
      </w:r>
    </w:p>
    <w:p w14:paraId="3893E5E1" w14:textId="78623FF0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5C6B41">
        <w:t xml:space="preserve">do </w:t>
      </w:r>
      <w:r w:rsidR="00E27D66">
        <w:t>30</w:t>
      </w:r>
      <w:r w:rsidR="00640809">
        <w:t xml:space="preserve">. </w:t>
      </w:r>
      <w:r w:rsidR="00E27D66">
        <w:t>9</w:t>
      </w:r>
      <w:r w:rsidR="00640809">
        <w:t>. 2023</w:t>
      </w:r>
    </w:p>
    <w:p w14:paraId="1CE6BDEF" w14:textId="03C28D25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4F0A4B">
        <w:t xml:space="preserve">době od 7.00 do 13.00 hodin kdykoliv v termínu účinnosti této </w:t>
      </w:r>
      <w:r w:rsidR="00183EDF" w:rsidRPr="004F0A4B">
        <w:t>S</w:t>
      </w:r>
      <w:r w:rsidRPr="004F0A4B">
        <w:t xml:space="preserve">mlouvy s tím, že termín plnění bude oznámen v předstihu </w:t>
      </w:r>
      <w:r w:rsidR="008D4E94" w:rsidRPr="004F0A4B">
        <w:t>3</w:t>
      </w:r>
      <w:r w:rsidRPr="004F0A4B">
        <w:t xml:space="preserve"> pracovních dní </w:t>
      </w:r>
      <w:r w:rsidR="00183EDF" w:rsidRPr="004F0A4B">
        <w:t>P</w:t>
      </w:r>
      <w:r w:rsidRPr="004F0A4B">
        <w:t xml:space="preserve">rodávajícím </w:t>
      </w:r>
      <w:r w:rsidR="00183EDF" w:rsidRPr="004F0A4B">
        <w:t>K</w:t>
      </w:r>
      <w:r w:rsidRPr="004F0A4B">
        <w:t>upujícímu (e</w:t>
      </w:r>
      <w:r w:rsidR="007874A1">
        <w:t>-</w:t>
      </w:r>
      <w:r w:rsidRPr="004F0A4B">
        <w:t xml:space="preserve">mailem na adresu </w:t>
      </w:r>
      <w:r w:rsidR="00E27D66" w:rsidRPr="00E27D66">
        <w:t>Frnka@spravazeleznic.cz</w:t>
      </w:r>
      <w:r w:rsidR="00E27D66">
        <w:t xml:space="preserve">) </w:t>
      </w:r>
      <w:r w:rsidRPr="004F0A4B">
        <w:t xml:space="preserve">a </w:t>
      </w:r>
      <w:r w:rsidR="009910DA" w:rsidRPr="004F0A4B">
        <w:t>K</w:t>
      </w:r>
      <w:r w:rsidRPr="004F0A4B">
        <w:t>upující tento termín e</w:t>
      </w:r>
      <w:r w:rsidR="007874A1">
        <w:noBreakHyphen/>
      </w:r>
      <w:r w:rsidRPr="004F0A4B">
        <w:t xml:space="preserve">mailem </w:t>
      </w:r>
      <w:r w:rsidR="009910DA" w:rsidRPr="004F0A4B">
        <w:t>P</w:t>
      </w:r>
      <w:r w:rsidRPr="004F0A4B">
        <w:t>rodávajícímu potvrdí. Za</w:t>
      </w:r>
      <w:r w:rsidR="00690655" w:rsidRPr="004F0A4B">
        <w:t> </w:t>
      </w:r>
      <w:r w:rsidRPr="004F0A4B">
        <w:t xml:space="preserve">těchto podmínek je </w:t>
      </w:r>
      <w:r w:rsidR="009910DA" w:rsidRPr="004F0A4B">
        <w:t>K</w:t>
      </w:r>
      <w:r w:rsidRPr="004F0A4B">
        <w:t>upující</w:t>
      </w:r>
      <w:r w:rsidRPr="00782D29">
        <w:t xml:space="preserve">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Pr="009805B2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 xml:space="preserve">mlouvě, za správnou specifikaci a správné počty dodaných množstevních </w:t>
      </w:r>
      <w:r w:rsidRPr="009805B2">
        <w:t>jednotek.</w:t>
      </w:r>
    </w:p>
    <w:p w14:paraId="1B6C4D26" w14:textId="77777777" w:rsidR="003E419D" w:rsidRPr="003E419D" w:rsidRDefault="003E419D" w:rsidP="003E419D">
      <w:pPr>
        <w:pStyle w:val="Text1-1"/>
      </w:pPr>
      <w:r w:rsidRPr="003E419D">
        <w:t>Prodávající poskytuje Kupujícímu záruku za jakost předmětu koupě nejméně v délce 24 měsíců ode dne předání a převzetí předmětu koupě Kupujícím. V případech, kdy by záruční doba poskytnutá výrobci předmětu koupě překročila výše uvedenou dobu 24 měsíců, zavazuje se Prodávající poskytnout Kupujícímu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2A38DF62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573052B1" w14:textId="0DB34ACF" w:rsidR="007E43FC" w:rsidRPr="0029677D" w:rsidRDefault="004A5D36" w:rsidP="007E43FC">
      <w:pPr>
        <w:pStyle w:val="Text1-1"/>
      </w:pPr>
      <w:r>
        <w:rPr>
          <w:rFonts w:eastAsia="Calibri"/>
        </w:rPr>
        <w:t>Prodávající</w:t>
      </w:r>
      <w:r w:rsidR="007E43FC" w:rsidRPr="0073792E">
        <w:t xml:space="preserve"> prohlašuje, že není obchodní společností, ve které ve</w:t>
      </w:r>
      <w:r w:rsidR="007E43FC">
        <w:t xml:space="preserve">řejný funkcionář uvedený v </w:t>
      </w:r>
      <w:proofErr w:type="spellStart"/>
      <w:r w:rsidR="007E43FC">
        <w:t>ust</w:t>
      </w:r>
      <w:proofErr w:type="spellEnd"/>
      <w:r w:rsidR="007E43FC">
        <w:t>.</w:t>
      </w:r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7E43FC" w:rsidRPr="0029677D">
        <w:t>ust</w:t>
      </w:r>
      <w:proofErr w:type="spellEnd"/>
      <w:r w:rsidR="007E43FC" w:rsidRPr="0029677D">
        <w:t>. § 2 odst. 1 písm. c) Zákona o střetu zájmů nebo jím ovládaná osoba vlastní podíl představující alespoň 25 % účasti společníka v obchodní společnosti.</w:t>
      </w:r>
    </w:p>
    <w:p w14:paraId="73E1292A" w14:textId="316DB2CB" w:rsidR="007E43FC" w:rsidRPr="0029677D" w:rsidRDefault="004A5D36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6FBE1F2D" w14:textId="5095F5F3" w:rsidR="004A5D36" w:rsidRPr="004A5D36" w:rsidRDefault="004A5D36" w:rsidP="004A5D36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78582C5C" w:rsidR="007E43FC" w:rsidRPr="0029677D" w:rsidRDefault="007E43FC" w:rsidP="007E43FC">
      <w:pPr>
        <w:pStyle w:val="Text1-1"/>
      </w:pPr>
      <w:r w:rsidRPr="0029677D">
        <w:t xml:space="preserve">Je-li </w:t>
      </w:r>
      <w:r w:rsidR="00284C99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284C99">
        <w:t>Prodávajícího</w:t>
      </w:r>
      <w:r w:rsidRPr="0029677D">
        <w:t xml:space="preserve"> sdružené</w:t>
      </w:r>
      <w:r w:rsidR="0099422F">
        <w:t>,</w:t>
      </w:r>
      <w:r w:rsidRPr="0029677D">
        <w:t xml:space="preserve"> a to bez ohledu na právní formu tohoto sdružení.</w:t>
      </w:r>
    </w:p>
    <w:p w14:paraId="21B7AC2F" w14:textId="22657CC3" w:rsidR="007E43FC" w:rsidRPr="0029677D" w:rsidRDefault="007E43FC" w:rsidP="007E43FC">
      <w:pPr>
        <w:pStyle w:val="Text1-1"/>
      </w:pPr>
      <w:r w:rsidRPr="0029677D">
        <w:t xml:space="preserve">Přestane-li </w:t>
      </w:r>
      <w:r w:rsidR="00284C99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284C99">
        <w:t>Kupujícímu</w:t>
      </w:r>
      <w:r w:rsidRPr="0029677D">
        <w:t>.</w:t>
      </w:r>
    </w:p>
    <w:p w14:paraId="1E5552C1" w14:textId="4911C29B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65352E31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7F44B124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284C99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284C99">
        <w:t>Prodávající</w:t>
      </w:r>
      <w:r w:rsidRPr="0029677D">
        <w:t xml:space="preserve"> svou oznamovací povinnost dle odstavce </w:t>
      </w:r>
      <w:proofErr w:type="gramStart"/>
      <w:r w:rsidR="00E51305">
        <w:t>6</w:t>
      </w:r>
      <w:r w:rsidRPr="0029677D">
        <w:t>.4. nebo</w:t>
      </w:r>
      <w:proofErr w:type="gramEnd"/>
      <w:r w:rsidRPr="0029677D">
        <w:t xml:space="preserve">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284C99">
        <w:t>Kupující</w:t>
      </w:r>
      <w:r w:rsidRPr="0029677D">
        <w:t xml:space="preserve"> oprávněn odstoupit od této Smlouvy. </w:t>
      </w:r>
      <w:r w:rsidR="00284C99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 w:rsidR="00284C99">
        <w:t> Kupní ceny</w:t>
      </w:r>
      <w:r>
        <w:t xml:space="preserve"> bez DPH</w:t>
      </w:r>
      <w:r w:rsidRPr="0029677D">
        <w:t xml:space="preserve"> sjednané dle této </w:t>
      </w:r>
      <w:r w:rsidR="00D50DAF">
        <w:t>Smlouvy</w:t>
      </w:r>
      <w:r w:rsidRPr="0029677D">
        <w:t>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22B1DE19" w14:textId="77777777" w:rsidR="00AF30A6" w:rsidRDefault="00AF30A6" w:rsidP="00AF30A6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  <w:highlight w:val="cyan"/>
        </w:rPr>
        <w:t>[Do přílohy Smlouvy bude vložen Položkový soupis dodávek – CENOVÁ NABÍDKA předložený v nabídce účastníka]</w:t>
      </w: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30D1" w14:textId="77777777" w:rsidR="007D5D48" w:rsidRDefault="007D5D48" w:rsidP="00962258">
      <w:pPr>
        <w:spacing w:after="0" w:line="240" w:lineRule="auto"/>
      </w:pPr>
      <w:r>
        <w:separator/>
      </w:r>
    </w:p>
  </w:endnote>
  <w:endnote w:type="continuationSeparator" w:id="0">
    <w:p w14:paraId="71B07BAD" w14:textId="77777777" w:rsidR="007D5D48" w:rsidRDefault="007D5D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43F73CE8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5EC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125EC0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130E8311" w:rsidR="006C7460" w:rsidRDefault="00D24054" w:rsidP="00F422D3">
          <w:pPr>
            <w:pStyle w:val="Zpat0"/>
          </w:pPr>
          <w:r>
            <w:rPr>
              <w:noProof/>
            </w:rPr>
            <w:t>Dodávka motorové brusky na kolejnice</w:t>
          </w:r>
          <w:r w:rsidR="00A23606">
            <w:rPr>
              <w:noProof/>
            </w:rPr>
            <w:t xml:space="preserve"> pro ST PCE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7722E796" w:rsidR="000B073C" w:rsidRPr="00C67F6A" w:rsidRDefault="00D24054" w:rsidP="00C67F6A">
          <w:pPr>
            <w:pStyle w:val="Zpat"/>
            <w:jc w:val="right"/>
            <w:rPr>
              <w:rStyle w:val="slostrnky"/>
            </w:rPr>
          </w:pPr>
          <w:r>
            <w:rPr>
              <w:noProof/>
            </w:rPr>
            <w:t>Dodávka motorové brusky na kolejnice</w:t>
          </w:r>
          <w:r w:rsidR="00A23606">
            <w:rPr>
              <w:noProof/>
            </w:rPr>
            <w:t xml:space="preserve"> pro ST PCE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7A30C" w14:textId="77777777" w:rsidR="007D5D48" w:rsidRDefault="007D5D48" w:rsidP="00962258">
      <w:pPr>
        <w:spacing w:after="0" w:line="240" w:lineRule="auto"/>
      </w:pPr>
      <w:r>
        <w:separator/>
      </w:r>
    </w:p>
  </w:footnote>
  <w:footnote w:type="continuationSeparator" w:id="0">
    <w:p w14:paraId="61448132" w14:textId="77777777" w:rsidR="007D5D48" w:rsidRDefault="007D5D48" w:rsidP="00962258">
      <w:pPr>
        <w:spacing w:after="0" w:line="240" w:lineRule="auto"/>
      </w:pPr>
      <w:r>
        <w:continuationSeparator/>
      </w:r>
    </w:p>
  </w:footnote>
  <w:footnote w:id="1">
    <w:p w14:paraId="19385525" w14:textId="77777777" w:rsidR="004A5D36" w:rsidRDefault="004A5D36" w:rsidP="004A5D3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 w:numId="50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0AA9"/>
    <w:rsid w:val="00041EC8"/>
    <w:rsid w:val="00047857"/>
    <w:rsid w:val="0005149B"/>
    <w:rsid w:val="00055AA1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5EC0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2A91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A3906"/>
    <w:rsid w:val="003C33F2"/>
    <w:rsid w:val="003D1F3E"/>
    <w:rsid w:val="003D47AC"/>
    <w:rsid w:val="003D756E"/>
    <w:rsid w:val="003E044A"/>
    <w:rsid w:val="003E419D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0A4B"/>
    <w:rsid w:val="004F4B9B"/>
    <w:rsid w:val="004F73EE"/>
    <w:rsid w:val="00502690"/>
    <w:rsid w:val="00504402"/>
    <w:rsid w:val="0050666E"/>
    <w:rsid w:val="00511AB9"/>
    <w:rsid w:val="005132D4"/>
    <w:rsid w:val="00523BB5"/>
    <w:rsid w:val="00523EA7"/>
    <w:rsid w:val="00525F3A"/>
    <w:rsid w:val="005340CB"/>
    <w:rsid w:val="005406EB"/>
    <w:rsid w:val="00544B7D"/>
    <w:rsid w:val="00553375"/>
    <w:rsid w:val="00553435"/>
    <w:rsid w:val="00555884"/>
    <w:rsid w:val="00557DDF"/>
    <w:rsid w:val="005736B7"/>
    <w:rsid w:val="00575E5A"/>
    <w:rsid w:val="00580245"/>
    <w:rsid w:val="00583D01"/>
    <w:rsid w:val="00593C6C"/>
    <w:rsid w:val="0059437F"/>
    <w:rsid w:val="005A0FE8"/>
    <w:rsid w:val="005A1BE5"/>
    <w:rsid w:val="005A1F44"/>
    <w:rsid w:val="005A3222"/>
    <w:rsid w:val="005A7C2E"/>
    <w:rsid w:val="005B5ACA"/>
    <w:rsid w:val="005C6B41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0809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31D97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86A21"/>
    <w:rsid w:val="007874A1"/>
    <w:rsid w:val="00787777"/>
    <w:rsid w:val="0079630F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D5D48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4E94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805B2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23606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0A6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12B0"/>
    <w:rsid w:val="00B42F40"/>
    <w:rsid w:val="00B5431A"/>
    <w:rsid w:val="00B548DC"/>
    <w:rsid w:val="00B622CB"/>
    <w:rsid w:val="00B62B67"/>
    <w:rsid w:val="00B75EE1"/>
    <w:rsid w:val="00B77481"/>
    <w:rsid w:val="00B779AE"/>
    <w:rsid w:val="00B8518B"/>
    <w:rsid w:val="00B902CC"/>
    <w:rsid w:val="00B909FC"/>
    <w:rsid w:val="00B955DF"/>
    <w:rsid w:val="00B97CC3"/>
    <w:rsid w:val="00BA0D2B"/>
    <w:rsid w:val="00BC06C4"/>
    <w:rsid w:val="00BC41BA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2405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27D66"/>
    <w:rsid w:val="00E30CC9"/>
    <w:rsid w:val="00E36A17"/>
    <w:rsid w:val="00E374E8"/>
    <w:rsid w:val="00E378A4"/>
    <w:rsid w:val="00E3792B"/>
    <w:rsid w:val="00E44045"/>
    <w:rsid w:val="00E463D2"/>
    <w:rsid w:val="00E50E5E"/>
    <w:rsid w:val="00E51305"/>
    <w:rsid w:val="00E618C4"/>
    <w:rsid w:val="00E7049B"/>
    <w:rsid w:val="00E7415D"/>
    <w:rsid w:val="00E87509"/>
    <w:rsid w:val="00E878EE"/>
    <w:rsid w:val="00E901A3"/>
    <w:rsid w:val="00E907D1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0AD5"/>
    <w:rsid w:val="00F54075"/>
    <w:rsid w:val="00F54432"/>
    <w:rsid w:val="00F56733"/>
    <w:rsid w:val="00F629F7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E6B5B"/>
    <w:rsid w:val="00FF39A1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03180B-8106-47C2-AC17-B749ED1E8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1</TotalTime>
  <Pages>10</Pages>
  <Words>3434</Words>
  <Characters>20263</Characters>
  <Application>Microsoft Office Word</Application>
  <DocSecurity>0</DocSecurity>
  <Lines>168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4</cp:revision>
  <cp:lastPrinted>2019-03-12T14:16:00Z</cp:lastPrinted>
  <dcterms:created xsi:type="dcterms:W3CDTF">2023-06-23T09:53:00Z</dcterms:created>
  <dcterms:modified xsi:type="dcterms:W3CDTF">2023-06-30T08:34:00Z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